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DBBB580" w:rsidR="005C6DCE" w:rsidRPr="0080358B" w:rsidRDefault="00DA2D40"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A2D4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696180D" w:rsidR="006938F5" w:rsidRDefault="00DA2D40" w:rsidP="006718D3">
            <w:pPr>
              <w:spacing w:after="0"/>
              <w:jc w:val="left"/>
            </w:pPr>
            <w:r>
              <w:t>HOME.A.3C</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3F12A48" w:rsidR="006938F5" w:rsidRDefault="00DA2D40" w:rsidP="006718D3">
            <w:pPr>
              <w:spacing w:after="0"/>
              <w:jc w:val="left"/>
            </w:pPr>
            <w:r>
              <w:t>254419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C99D8DC" w:rsidR="4EEB584D" w:rsidRDefault="00DA2D40"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FFC802E" w:rsidR="006938F5" w:rsidRDefault="00DA2D4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87BCACD" w:rsidR="3C2D33B5" w:rsidRDefault="00DA2D40" w:rsidP="14270372">
            <w:pPr>
              <w:spacing w:after="0"/>
              <w:jc w:val="left"/>
            </w:pPr>
            <w:r>
              <w:t>Bangladesh</w:t>
            </w:r>
          </w:p>
          <w:p w14:paraId="6B7C1AA9" w14:textId="4D0FCDFE" w:rsidR="3C2D33B5" w:rsidRDefault="00DA2D40" w:rsidP="14270372">
            <w:pPr>
              <w:spacing w:after="0"/>
              <w:jc w:val="left"/>
            </w:pPr>
            <w:r>
              <w:t>Bangladesh</w:t>
            </w:r>
          </w:p>
          <w:p w14:paraId="5C918E8F" w14:textId="29E4E305" w:rsidR="3C2D33B5" w:rsidRDefault="00DA2D40" w:rsidP="14270372">
            <w:pPr>
              <w:spacing w:after="0"/>
              <w:jc w:val="left"/>
            </w:pPr>
            <w:r>
              <w:t>Bangladesch</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0CAA253" w:rsidR="006938F5" w:rsidRDefault="00DA2D40" w:rsidP="006718D3">
            <w:pPr>
              <w:spacing w:after="0"/>
              <w:jc w:val="left"/>
            </w:pPr>
            <w:r>
              <w:t>Cost-free</w:t>
            </w:r>
          </w:p>
          <w:p w14:paraId="02E31856" w14:textId="2E2E7054" w:rsidR="006938F5" w:rsidRDefault="00DA2D40" w:rsidP="006718D3">
            <w:pPr>
              <w:spacing w:after="0"/>
              <w:jc w:val="left"/>
            </w:pPr>
            <w:r>
              <w:t>Sans frais</w:t>
            </w:r>
          </w:p>
          <w:p w14:paraId="720FD450" w14:textId="54A55A29" w:rsidR="006938F5" w:rsidRDefault="00DA2D40"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DE8368C" w:rsidR="006938F5" w:rsidRDefault="00DA2D40" w:rsidP="006718D3">
            <w:pPr>
              <w:spacing w:after="0"/>
              <w:jc w:val="left"/>
            </w:pPr>
            <w:r>
              <w:t>Member States</w:t>
            </w:r>
          </w:p>
          <w:p w14:paraId="2A7DF233" w14:textId="74E8CCDC" w:rsidR="006938F5" w:rsidRDefault="00DA2D40" w:rsidP="006718D3">
            <w:pPr>
              <w:spacing w:after="0"/>
              <w:jc w:val="left"/>
            </w:pPr>
            <w:r>
              <w:t>États membres</w:t>
            </w:r>
          </w:p>
          <w:p w14:paraId="13C75E2E" w14:textId="2807C342" w:rsidR="006938F5" w:rsidRDefault="00DA2D4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8EA594D" w:rsidR="006938F5" w:rsidRDefault="00DA2D40"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A711402" w:rsidR="00A95A44" w:rsidRPr="00E61551" w:rsidRDefault="00DA2D40"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95674AA" w:rsidR="00A95A44" w:rsidRDefault="00DA2D40"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615F4BD" w14:textId="77777777" w:rsidR="00DA2D40" w:rsidRDefault="00DA2D40" w:rsidP="003C1977">
      <w:pPr>
        <w:spacing w:after="0"/>
      </w:pPr>
      <w:r>
        <w:t xml:space="preserve">We propose a SNE post attached to DG HOME and deployed in a EU Delegation. </w:t>
      </w:r>
    </w:p>
    <w:p w14:paraId="1227C276" w14:textId="77777777" w:rsidR="00DA2D40" w:rsidRDefault="00DA2D40" w:rsidP="003C1977">
      <w:pPr>
        <w:spacing w:after="0"/>
      </w:pPr>
      <w: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FA38409" w14:textId="10FC03A8" w:rsidR="00A95A44" w:rsidRDefault="00DA2D40" w:rsidP="003C1977">
      <w:pPr>
        <w:spacing w:after="0"/>
      </w:pPr>
      <w: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141FB57" w14:textId="77777777" w:rsidR="00DA2D40" w:rsidRDefault="00DA2D40" w:rsidP="00527473">
      <w:pPr>
        <w:spacing w:after="0"/>
        <w:jc w:val="left"/>
      </w:pPr>
      <w:r>
        <w:t>An SNE who will:</w:t>
      </w:r>
    </w:p>
    <w:p w14:paraId="5373EA48" w14:textId="77777777" w:rsidR="00DA2D40" w:rsidRDefault="00DA2D40" w:rsidP="00527473">
      <w:pPr>
        <w:spacing w:after="0"/>
        <w:jc w:val="left"/>
      </w:pPr>
      <w:r>
        <w:t>•</w:t>
      </w:r>
      <w:r>
        <w:tab/>
        <w:t xml:space="preserve">Under the supervision of the Head of the Political Section, establish and maintain direct contacts with competent national and regional authorities to promote and support engagement with the EU on the entire spectrum of migration issues. </w:t>
      </w:r>
    </w:p>
    <w:p w14:paraId="727ED944" w14:textId="77777777" w:rsidR="00DA2D40" w:rsidRDefault="00DA2D40" w:rsidP="00527473">
      <w:pPr>
        <w:spacing w:after="0"/>
        <w:jc w:val="left"/>
      </w:pPr>
      <w:r>
        <w:t>•</w:t>
      </w:r>
      <w:r>
        <w:tab/>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w:t>
      </w:r>
      <w:r>
        <w:lastRenderedPageBreak/>
        <w:t>EEAS, the Council and the relevant EU Agencies, in particular for purpose of risk analysis developed by Frontex and investigations at EU level supported by Europol.</w:t>
      </w:r>
    </w:p>
    <w:p w14:paraId="5547678E" w14:textId="77777777" w:rsidR="00DA2D40" w:rsidRDefault="00DA2D40" w:rsidP="00527473">
      <w:pPr>
        <w:spacing w:after="0"/>
        <w:jc w:val="left"/>
      </w:pPr>
      <w:r>
        <w:t>•</w:t>
      </w:r>
      <w:r>
        <w:tab/>
        <w:t xml:space="preserve">Provide policy/strategic analysis and recommendations and contribute to the reporting of the EU Delegation. </w:t>
      </w:r>
    </w:p>
    <w:p w14:paraId="44F4B96F" w14:textId="77777777" w:rsidR="00DA2D40" w:rsidRDefault="00DA2D40" w:rsidP="00527473">
      <w:pPr>
        <w:spacing w:after="0"/>
        <w:jc w:val="left"/>
      </w:pPr>
      <w:r>
        <w:t>•</w:t>
      </w:r>
      <w:r>
        <w:tab/>
        <w:t>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2E3682F0" w14:textId="77777777" w:rsidR="00DA2D40" w:rsidRDefault="00DA2D40" w:rsidP="00527473">
      <w:pPr>
        <w:spacing w:after="0"/>
        <w:jc w:val="left"/>
      </w:pPr>
      <w:r>
        <w:t>•</w:t>
      </w:r>
      <w:r>
        <w:tab/>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6C4DA639" w14:textId="77777777" w:rsidR="00DA2D40" w:rsidRDefault="00DA2D40" w:rsidP="00527473">
      <w:pPr>
        <w:spacing w:after="0"/>
        <w:jc w:val="left"/>
      </w:pPr>
      <w:r>
        <w:t>•</w:t>
      </w:r>
      <w:r>
        <w:tab/>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(EURLO), if relevant.</w:t>
      </w:r>
    </w:p>
    <w:p w14:paraId="513169EE" w14:textId="77777777" w:rsidR="00DA2D40" w:rsidRDefault="00DA2D40" w:rsidP="00527473">
      <w:pPr>
        <w:spacing w:after="0"/>
        <w:jc w:val="left"/>
      </w:pPr>
      <w:r>
        <w:t>•</w:t>
      </w:r>
      <w:r>
        <w:tab/>
        <w:t>Under the supervision and subject to validation of the Head of the Political Section, 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DE8C532" w14:textId="77DF1CB4" w:rsidR="00A95A44" w:rsidRDefault="00DA2D40" w:rsidP="00527473">
      <w:pPr>
        <w:spacing w:after="0"/>
        <w:jc w:val="left"/>
      </w:pPr>
      <w:r>
        <w:t>•</w:t>
      </w:r>
      <w:r>
        <w:tab/>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CDAD132" w:rsidR="0017274D" w:rsidRPr="008250D4" w:rsidRDefault="00DA2D40"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2EF22266" w:rsidR="00A95A44" w:rsidRPr="00E61551" w:rsidRDefault="00DA2D40" w:rsidP="00527473">
      <w:pPr>
        <w:spacing w:after="0"/>
        <w:rPr>
          <w:lang w:val="de-DE"/>
        </w:rPr>
      </w:pPr>
      <w:r>
        <w:rPr>
          <w:lang w:val="de-D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BC56594" w14:textId="77777777" w:rsidR="00DA2D40" w:rsidRDefault="00DA2D40" w:rsidP="00527473">
      <w:pPr>
        <w:spacing w:after="0"/>
        <w:jc w:val="left"/>
        <w:rPr>
          <w:lang w:val="de-DE"/>
        </w:rPr>
      </w:pPr>
      <w:r>
        <w:rPr>
          <w:lang w:val="de-DE"/>
        </w:rPr>
        <w:t xml:space="preserve">Nous proposons un poste END attaché à la DG HOME et déployé dans une Délégation de l’UE.  </w:t>
      </w:r>
    </w:p>
    <w:p w14:paraId="6C767970" w14:textId="77777777" w:rsidR="00DA2D40" w:rsidRDefault="00DA2D40" w:rsidP="00527473">
      <w:pPr>
        <w:spacing w:after="0"/>
        <w:jc w:val="left"/>
        <w:rPr>
          <w:lang w:val="de-DE"/>
        </w:rPr>
      </w:pPr>
      <w:r>
        <w:rPr>
          <w:lang w:val="de-DE"/>
        </w:rPr>
        <w:t>Objectif général: renforcer la coordination afin de maximiser l’impact de l’action de l’UE sur la migration dans les pays tiers et renforcer l’engagement des principaux pays d’origine et de transit sur l’ensemble des questions liées à la migration. Les agents de liaisons «Migration» européens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2C25DFBB" w:rsidR="00A95A44" w:rsidRPr="00E61551" w:rsidRDefault="00DA2D40" w:rsidP="00527473">
      <w:pPr>
        <w:spacing w:after="0"/>
        <w:jc w:val="left"/>
        <w:rPr>
          <w:lang w:val="de-DE"/>
        </w:rPr>
      </w:pPr>
      <w:r>
        <w:rPr>
          <w:lang w:val="de-DE"/>
        </w:rPr>
        <w:t>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6510E27" w14:textId="77777777" w:rsidR="00DA2D40" w:rsidRDefault="00DA2D40" w:rsidP="00527473">
      <w:pPr>
        <w:spacing w:after="0"/>
        <w:rPr>
          <w:lang w:val="de-DE"/>
        </w:rPr>
      </w:pPr>
      <w:r>
        <w:rPr>
          <w:lang w:val="de-DE"/>
        </w:rPr>
        <w:t>Un END qui exécutera les tâches suivantes :</w:t>
      </w:r>
    </w:p>
    <w:p w14:paraId="7CFC8882" w14:textId="77777777" w:rsidR="00DA2D40" w:rsidRDefault="00DA2D40" w:rsidP="00527473">
      <w:pPr>
        <w:spacing w:after="0"/>
        <w:rPr>
          <w:lang w:val="de-DE"/>
        </w:rPr>
      </w:pPr>
      <w:r>
        <w:rPr>
          <w:lang w:val="de-DE"/>
        </w:rPr>
        <w:t>•</w:t>
      </w:r>
      <w:r>
        <w:rPr>
          <w:lang w:val="de-DE"/>
        </w:rPr>
        <w:tab/>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14:paraId="798B0A32" w14:textId="77777777" w:rsidR="00DA2D40" w:rsidRDefault="00DA2D40" w:rsidP="00527473">
      <w:pPr>
        <w:spacing w:after="0"/>
        <w:rPr>
          <w:lang w:val="de-DE"/>
        </w:rPr>
      </w:pPr>
      <w:r>
        <w:rPr>
          <w:lang w:val="de-DE"/>
        </w:rPr>
        <w:t>•</w:t>
      </w:r>
      <w:r>
        <w:rPr>
          <w:lang w:val="de-D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76F88719" w14:textId="77777777" w:rsidR="00DA2D40" w:rsidRDefault="00DA2D40" w:rsidP="00527473">
      <w:pPr>
        <w:spacing w:after="0"/>
        <w:rPr>
          <w:lang w:val="de-DE"/>
        </w:rPr>
      </w:pPr>
      <w:r>
        <w:rPr>
          <w:lang w:val="de-DE"/>
        </w:rPr>
        <w:t>•</w:t>
      </w:r>
      <w:r>
        <w:rPr>
          <w:lang w:val="de-DE"/>
        </w:rPr>
        <w:tab/>
        <w:t>Fournir des analyses des politiques, des analyses stratégiques et des recommandations et contribuer à l’établissement de rapports pour les délégations de l’UE concernées.</w:t>
      </w:r>
    </w:p>
    <w:p w14:paraId="7292AD42" w14:textId="77777777" w:rsidR="00DA2D40" w:rsidRDefault="00DA2D40" w:rsidP="00527473">
      <w:pPr>
        <w:spacing w:after="0"/>
        <w:rPr>
          <w:lang w:val="de-DE"/>
        </w:rPr>
      </w:pPr>
      <w:r>
        <w:rPr>
          <w:lang w:val="de-DE"/>
        </w:rPr>
        <w:t>•</w:t>
      </w:r>
      <w:r>
        <w:rPr>
          <w:lang w:val="de-D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652C128C" w14:textId="77777777" w:rsidR="00DA2D40" w:rsidRDefault="00DA2D40" w:rsidP="00527473">
      <w:pPr>
        <w:spacing w:after="0"/>
        <w:rPr>
          <w:lang w:val="de-DE"/>
        </w:rPr>
      </w:pPr>
      <w:r>
        <w:rPr>
          <w:lang w:val="de-DE"/>
        </w:rPr>
        <w:t>•</w:t>
      </w:r>
      <w:r>
        <w:rPr>
          <w:lang w:val="de-D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6AEFB0C9" w14:textId="77777777" w:rsidR="00DA2D40" w:rsidRDefault="00DA2D40" w:rsidP="00527473">
      <w:pPr>
        <w:spacing w:after="0"/>
        <w:rPr>
          <w:lang w:val="de-DE"/>
        </w:rPr>
      </w:pPr>
      <w:r>
        <w:rPr>
          <w:lang w:val="de-DE"/>
        </w:rPr>
        <w:t>•</w:t>
      </w:r>
      <w:r>
        <w:rPr>
          <w:lang w:val="de-D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(ILOs)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si cela s'avère nécessaire.</w:t>
      </w:r>
    </w:p>
    <w:p w14:paraId="7D41CF76" w14:textId="77777777" w:rsidR="00DA2D40" w:rsidRDefault="00DA2D40" w:rsidP="00527473">
      <w:pPr>
        <w:spacing w:after="0"/>
        <w:rPr>
          <w:lang w:val="de-DE"/>
        </w:rPr>
      </w:pPr>
      <w:r>
        <w:rPr>
          <w:lang w:val="de-DE"/>
        </w:rPr>
        <w:t>•</w:t>
      </w:r>
      <w:r>
        <w:rPr>
          <w:lang w:val="de-DE"/>
        </w:rPr>
        <w:tab/>
        <w:t>Sous la supervision et sous réserve de validation du Chef de la Section Politique, envoyer des rapports réguliers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6403AEF8" w:rsidR="00A95A44" w:rsidRPr="00E61551" w:rsidRDefault="00DA2D40" w:rsidP="00527473">
      <w:pPr>
        <w:spacing w:after="0"/>
        <w:rPr>
          <w:lang w:val="de-DE"/>
        </w:rPr>
      </w:pPr>
      <w:r>
        <w:rPr>
          <w:lang w:val="de-DE"/>
        </w:rPr>
        <w:t>•</w:t>
      </w:r>
      <w:r>
        <w:rPr>
          <w:lang w:val="de-DE"/>
        </w:rPr>
        <w:tab/>
        <w:t>Les officiers de liaison travaillent en étroite collaboration avec les autres membres de la délégation pour faire en sorte que la migration soit intégrée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5E1B3F9" w:rsidR="0017274D" w:rsidRPr="00E61551" w:rsidRDefault="00DA2D40"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4FC2039" w14:textId="77777777" w:rsidR="00DA2D40" w:rsidRDefault="00DA2D40" w:rsidP="00527473">
      <w:pPr>
        <w:spacing w:after="0"/>
        <w:rPr>
          <w:lang w:val="de-DE"/>
        </w:rPr>
      </w:pPr>
      <w:r>
        <w:rPr>
          <w:lang w:val="de-DE"/>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2B6785AE" w14:textId="3F95751B" w:rsidR="00A95A44" w:rsidRDefault="00DA2D40" w:rsidP="00527473">
      <w:pPr>
        <w:spacing w:after="0"/>
        <w:rPr>
          <w:lang w:val="de-DE"/>
        </w:rPr>
      </w:pPr>
      <w:r>
        <w:rPr>
          <w:lang w:val="de-DE"/>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A0F61CC" w14:textId="77777777" w:rsidR="00DA2D40" w:rsidRDefault="00DA2D40" w:rsidP="00527473">
      <w:pPr>
        <w:spacing w:after="0"/>
        <w:rPr>
          <w:lang w:val="de-DE"/>
        </w:rPr>
      </w:pPr>
      <w:r>
        <w:rPr>
          <w:lang w:val="de-DE"/>
        </w:rPr>
        <w:t>Wir bieten eine ANS-Stelle bei der GD HOME an, die in einer EU-Delegation eingesetzt wird.</w:t>
      </w:r>
    </w:p>
    <w:p w14:paraId="514D0C19" w14:textId="77777777" w:rsidR="00DA2D40" w:rsidRDefault="00DA2D40"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2BE34DBA" w14:textId="09460135" w:rsidR="00A95A44" w:rsidRPr="00A95A44" w:rsidRDefault="00DA2D40" w:rsidP="00527473">
      <w:pPr>
        <w:spacing w:after="0"/>
        <w:rPr>
          <w:lang w:val="de-DE"/>
        </w:rPr>
      </w:pPr>
      <w:r>
        <w:rPr>
          <w:lang w:val="de-DE"/>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F7671D1" w14:textId="77777777" w:rsidR="00DA2D40" w:rsidRDefault="00DA2D40" w:rsidP="00527473">
      <w:pPr>
        <w:spacing w:after="0"/>
        <w:rPr>
          <w:lang w:val="en-US"/>
        </w:rPr>
      </w:pPr>
      <w:r>
        <w:rPr>
          <w:lang w:val="en-US"/>
        </w:rPr>
        <w:t>Der ANS wird:</w:t>
      </w:r>
    </w:p>
    <w:p w14:paraId="76116823" w14:textId="77777777" w:rsidR="00DA2D40" w:rsidRDefault="00DA2D40" w:rsidP="00527473">
      <w:pPr>
        <w:spacing w:after="0"/>
        <w:rPr>
          <w:lang w:val="en-US"/>
        </w:rPr>
      </w:pPr>
      <w:r>
        <w:rPr>
          <w:lang w:val="en-US"/>
        </w:rPr>
        <w:t>•</w:t>
      </w:r>
      <w:r>
        <w:rPr>
          <w:lang w:val="en-US"/>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72283A88" w14:textId="77777777" w:rsidR="00DA2D40" w:rsidRDefault="00DA2D40" w:rsidP="00527473">
      <w:pPr>
        <w:spacing w:after="0"/>
        <w:rPr>
          <w:lang w:val="en-US"/>
        </w:rPr>
      </w:pPr>
      <w:r>
        <w:rPr>
          <w:lang w:val="en-US"/>
        </w:rPr>
        <w:t>•</w:t>
      </w:r>
      <w:r>
        <w:rPr>
          <w:lang w:val="en-US"/>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0365ACC4" w14:textId="77777777" w:rsidR="00DA2D40" w:rsidRDefault="00DA2D40" w:rsidP="00527473">
      <w:pPr>
        <w:spacing w:after="0"/>
        <w:rPr>
          <w:lang w:val="en-US"/>
        </w:rPr>
      </w:pPr>
      <w:r>
        <w:rPr>
          <w:lang w:val="en-US"/>
        </w:rPr>
        <w:t>•</w:t>
      </w:r>
      <w:r>
        <w:rPr>
          <w:lang w:val="en-US"/>
        </w:rPr>
        <w:tab/>
        <w:t>Strategische und operative Analysen und Empfehlungen liefern und zur Berichterstattung der betreffenden EU-Delegationen beitragen.</w:t>
      </w:r>
    </w:p>
    <w:p w14:paraId="53C729FA" w14:textId="77777777" w:rsidR="00DA2D40" w:rsidRDefault="00DA2D40" w:rsidP="00527473">
      <w:pPr>
        <w:spacing w:after="0"/>
        <w:rPr>
          <w:lang w:val="en-US"/>
        </w:rPr>
      </w:pPr>
      <w:r>
        <w:rPr>
          <w:lang w:val="en-US"/>
        </w:rPr>
        <w:t>•</w:t>
      </w:r>
      <w:r>
        <w:rPr>
          <w:lang w:val="en-US"/>
        </w:rPr>
        <w:tab/>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5A5EF82C" w14:textId="77777777" w:rsidR="00DA2D40" w:rsidRDefault="00DA2D40" w:rsidP="00527473">
      <w:pPr>
        <w:spacing w:after="0"/>
        <w:rPr>
          <w:lang w:val="en-US"/>
        </w:rPr>
      </w:pPr>
    </w:p>
    <w:p w14:paraId="4EBA5FFF" w14:textId="77777777" w:rsidR="00DA2D40" w:rsidRDefault="00DA2D40" w:rsidP="00527473">
      <w:pPr>
        <w:spacing w:after="0"/>
        <w:rPr>
          <w:lang w:val="en-US"/>
        </w:rPr>
      </w:pPr>
      <w:r>
        <w:rPr>
          <w:lang w:val="en-US"/>
        </w:rPr>
        <w:t>•</w:t>
      </w:r>
      <w:r>
        <w:rPr>
          <w:lang w:val="en-US"/>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5A9A7FF5" w14:textId="77777777" w:rsidR="00DA2D40" w:rsidRDefault="00DA2D40" w:rsidP="00527473">
      <w:pPr>
        <w:spacing w:after="0"/>
        <w:rPr>
          <w:lang w:val="en-US"/>
        </w:rPr>
      </w:pPr>
    </w:p>
    <w:p w14:paraId="69D59065" w14:textId="77777777" w:rsidR="00DA2D40" w:rsidRDefault="00DA2D40" w:rsidP="00527473">
      <w:pPr>
        <w:spacing w:after="0"/>
        <w:rPr>
          <w:lang w:val="en-US"/>
        </w:rPr>
      </w:pPr>
      <w:r>
        <w:rPr>
          <w:lang w:val="en-US"/>
        </w:rPr>
        <w:t>•</w:t>
      </w:r>
      <w:r>
        <w:rPr>
          <w:lang w:val="en-US"/>
        </w:rPr>
        <w:tab/>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50CB8267" w14:textId="77777777" w:rsidR="00DA2D40" w:rsidRDefault="00DA2D40" w:rsidP="00527473">
      <w:pPr>
        <w:spacing w:after="0"/>
        <w:rPr>
          <w:lang w:val="en-US"/>
        </w:rPr>
      </w:pPr>
    </w:p>
    <w:p w14:paraId="12294BBF" w14:textId="77777777" w:rsidR="00DA2D40" w:rsidRDefault="00DA2D40" w:rsidP="00527473">
      <w:pPr>
        <w:spacing w:after="0"/>
        <w:rPr>
          <w:lang w:val="en-US"/>
        </w:rPr>
      </w:pPr>
      <w:r>
        <w:rPr>
          <w:lang w:val="en-US"/>
        </w:rPr>
        <w:t>•</w:t>
      </w:r>
      <w:r>
        <w:rPr>
          <w:lang w:val="en-US"/>
        </w:rPr>
        <w:tab/>
        <w:t>Unter der Aufsicht und vorbehaltlich der Bestätigung des Leiters der politischen Abteilung senden Sie regelmäßig Berichte an den EAD, die zuständigen Kommissionsdienststellen und EU-Agenturen.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EF99F07" w14:textId="77777777" w:rsidR="00DA2D40" w:rsidRDefault="00DA2D40" w:rsidP="00527473">
      <w:pPr>
        <w:spacing w:after="0"/>
        <w:rPr>
          <w:lang w:val="en-US"/>
        </w:rPr>
      </w:pPr>
    </w:p>
    <w:p w14:paraId="7DFF067A" w14:textId="22C8D939" w:rsidR="00792E59" w:rsidRPr="00A10C67" w:rsidRDefault="00DA2D40" w:rsidP="00527473">
      <w:pPr>
        <w:spacing w:after="0"/>
        <w:rPr>
          <w:lang w:val="en-US"/>
        </w:rPr>
      </w:pPr>
      <w:r>
        <w:rPr>
          <w:lang w:val="en-US"/>
        </w:rPr>
        <w:t>•</w:t>
      </w:r>
      <w:r>
        <w:rPr>
          <w:lang w:val="en-US"/>
        </w:rPr>
        <w:tab/>
        <w:t>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A2D4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A2D4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A2D4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A2D4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A2D4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A2D4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A2D4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A2D4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A2D4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A2D4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92E8D"/>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A2D40"/>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95CCB6-12D1-4BD2-BEA4-8FB20AB40FC7}"/>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4839</Words>
  <Characters>27585</Characters>
  <Application>Microsoft Office Word</Application>
  <DocSecurity>4</DocSecurity>
  <PresentationFormat>Microsoft Word 14.0</PresentationFormat>
  <Lines>229</Lines>
  <Paragraphs>64</Paragraphs>
  <ScaleCrop>true</ScaleCrop>
  <Company/>
  <LinksUpToDate>false</LinksUpToDate>
  <CharactersWithSpaces>32360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2025-12-12T09:42:00Z</dcterms:created>
  <dcterms:modified xsi:type="dcterms:W3CDTF">2025-12-12T09:42:00Z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